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3A6B8CB" w14:textId="77777777" w:rsidR="00F64786" w:rsidRDefault="00F64786" w:rsidP="00D31450">
            <w:pPr>
              <w:ind w:right="169"/>
            </w:pPr>
          </w:p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00C8F008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D31450">
            <w:pPr>
              <w:ind w:right="169"/>
            </w:pPr>
            <w:r w:rsidRPr="003E6B9A">
              <w:t>Naše zn.</w:t>
            </w:r>
          </w:p>
        </w:tc>
        <w:tc>
          <w:tcPr>
            <w:tcW w:w="2552" w:type="dxa"/>
          </w:tcPr>
          <w:p w14:paraId="2FFEACB5" w14:textId="7E109C43" w:rsidR="00F862D6" w:rsidRPr="004F2BEF" w:rsidRDefault="00773575" w:rsidP="00F31794">
            <w:pPr>
              <w:ind w:right="169"/>
            </w:pPr>
            <w:r w:rsidRPr="004F2BEF">
              <w:rPr>
                <w:rFonts w:ascii="Helvetica" w:hAnsi="Helvetica"/>
              </w:rPr>
              <w:t>9302/2024-SŽ-SSV-Ú3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D31450">
            <w:pPr>
              <w:ind w:right="169"/>
            </w:pPr>
            <w:r>
              <w:t>Listů/příloh</w:t>
            </w:r>
          </w:p>
        </w:tc>
        <w:tc>
          <w:tcPr>
            <w:tcW w:w="2552" w:type="dxa"/>
          </w:tcPr>
          <w:p w14:paraId="333CD487" w14:textId="0058F200" w:rsidR="00F862D6" w:rsidRPr="004F2BEF" w:rsidRDefault="004F2BEF" w:rsidP="00D31450">
            <w:pPr>
              <w:ind w:right="169"/>
            </w:pPr>
            <w:r w:rsidRPr="004F2BEF">
              <w:t>3</w:t>
            </w:r>
            <w:r w:rsidR="003E6B9A" w:rsidRPr="004F2BEF">
              <w:t>/</w:t>
            </w:r>
            <w:r w:rsidRPr="004F2BEF">
              <w:t>4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33F3BF2" w14:textId="77777777" w:rsidR="00F862D6" w:rsidRPr="004F2BEF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D31450">
            <w:pPr>
              <w:ind w:right="169"/>
            </w:pPr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4F2BEF" w:rsidRDefault="00AC5A0F" w:rsidP="00D31450">
            <w:pPr>
              <w:ind w:right="169"/>
            </w:pPr>
            <w:r w:rsidRPr="004F2BEF"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36F90D31" w14:textId="77777777" w:rsidR="009A7568" w:rsidRPr="004F2BEF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D31450">
            <w:pPr>
              <w:ind w:right="169"/>
            </w:pPr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D31450">
            <w:pPr>
              <w:ind w:right="169"/>
            </w:pPr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D31450">
            <w:pPr>
              <w:ind w:right="169"/>
            </w:pPr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D31450">
            <w:pPr>
              <w:ind w:right="169"/>
            </w:pPr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7B70D7E4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D31450">
            <w:pPr>
              <w:ind w:right="169"/>
            </w:pPr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A15CB21" w:rsidR="009A7568" w:rsidRPr="003E6B9A" w:rsidRDefault="009A7568" w:rsidP="00D31450">
            <w:pPr>
              <w:ind w:right="169"/>
            </w:pPr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4F2BEF">
              <w:rPr>
                <w:noProof/>
              </w:rPr>
              <w:t>28.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6396421" w14:textId="77777777" w:rsidR="00F64786" w:rsidRPr="00FE3455" w:rsidRDefault="00F64786" w:rsidP="00D31450">
            <w:pPr>
              <w:ind w:right="169"/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DA9BB2C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>
            <w:bookmarkStart w:id="1" w:name="_GoBack"/>
            <w:bookmarkEnd w:id="1"/>
          </w:p>
        </w:tc>
      </w:tr>
    </w:tbl>
    <w:p w14:paraId="01BEB058" w14:textId="39A445A8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773575">
        <w:rPr>
          <w:rFonts w:eastAsia="Times New Roman" w:cs="Times New Roman"/>
          <w:lang w:eastAsia="cs-CZ"/>
        </w:rPr>
        <w:t>19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5AC08F96" w14:textId="77777777" w:rsidR="00773575" w:rsidRPr="00BD5319" w:rsidRDefault="00773575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6A56EE" w14:textId="3B95DEB3" w:rsidR="0027712A" w:rsidRPr="003B26A4" w:rsidRDefault="0027712A" w:rsidP="00773575">
      <w:pPr>
        <w:spacing w:after="0"/>
        <w:rPr>
          <w:rFonts w:eastAsia="Times New Roman" w:cs="Times New Roman"/>
          <w:b/>
          <w:color w:val="FF0000"/>
          <w:lang w:eastAsia="cs-CZ"/>
        </w:rPr>
      </w:pPr>
    </w:p>
    <w:p w14:paraId="50617C9F" w14:textId="4C0D533E" w:rsidR="0027712A" w:rsidRPr="00773575" w:rsidRDefault="0027712A" w:rsidP="0077357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73575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773575" w:rsidRPr="00773575">
        <w:rPr>
          <w:rFonts w:asciiTheme="majorHAnsi" w:eastAsia="Calibri" w:hAnsiTheme="majorHAnsi" w:cs="Times New Roman"/>
          <w:b/>
          <w:lang w:eastAsia="cs-CZ"/>
        </w:rPr>
        <w:t>266</w:t>
      </w:r>
      <w:r w:rsidRPr="00773575">
        <w:rPr>
          <w:rFonts w:asciiTheme="majorHAnsi" w:eastAsia="Calibri" w:hAnsiTheme="majorHAnsi" w:cs="Times New Roman"/>
          <w:b/>
          <w:lang w:eastAsia="cs-CZ"/>
        </w:rPr>
        <w:t>:</w:t>
      </w:r>
    </w:p>
    <w:p w14:paraId="49722CDF" w14:textId="77777777" w:rsidR="00773575" w:rsidRPr="00773575" w:rsidRDefault="00773575" w:rsidP="00773575">
      <w:pPr>
        <w:spacing w:after="0"/>
        <w:rPr>
          <w:rFonts w:asciiTheme="majorHAnsi" w:hAnsiTheme="majorHAnsi"/>
          <w:b/>
        </w:rPr>
      </w:pPr>
      <w:r w:rsidRPr="00773575">
        <w:rPr>
          <w:rFonts w:asciiTheme="majorHAnsi" w:hAnsiTheme="majorHAnsi"/>
          <w:b/>
        </w:rPr>
        <w:t xml:space="preserve">PS 19-01-11, SO 23-10-01 </w:t>
      </w:r>
    </w:p>
    <w:p w14:paraId="1E4C61D2" w14:textId="6FAC876B" w:rsidR="00A02302" w:rsidRPr="004F2BEF" w:rsidRDefault="00773575" w:rsidP="00773575">
      <w:pPr>
        <w:spacing w:after="0"/>
        <w:jc w:val="both"/>
        <w:rPr>
          <w:rFonts w:asciiTheme="majorHAnsi" w:hAnsiTheme="majorHAnsi"/>
          <w:b/>
        </w:rPr>
      </w:pPr>
      <w:r w:rsidRPr="00773575">
        <w:rPr>
          <w:rFonts w:asciiTheme="majorHAnsi" w:hAnsiTheme="majorHAnsi"/>
        </w:rPr>
        <w:t xml:space="preserve">V SO 23-10-01 se nachází položky č. 46 a 67 „VÝKOLEJKA S PRESTAVNÍKEM – DODÁVKA, MONTÁŽ“ v množství 2 ks. V PS 19-01-11 se nachází položky č. 71, 72 „VÝKOLEJKA S PRESTAVNÍKEM – DODÁVKA, MONTÁŽ“ v množství 7 ks. Tabulka výhybek i situační schéma (výkres č. 2.201) obsahuje celkem 7 ks výkolejek s elektromotorickým přestavníkem. Žádáme </w:t>
      </w:r>
      <w:r w:rsidRPr="004F2BEF">
        <w:rPr>
          <w:rFonts w:asciiTheme="majorHAnsi" w:hAnsiTheme="majorHAnsi"/>
        </w:rPr>
        <w:t xml:space="preserve">zadavatele o prověření nadbytečnosti položek č. 46 a 47 v SO 23-10-01 a případné odstranění těchto položek.  </w:t>
      </w:r>
    </w:p>
    <w:p w14:paraId="541B77AB" w14:textId="77777777" w:rsidR="00773575" w:rsidRPr="004F2BEF" w:rsidRDefault="00773575" w:rsidP="00773575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4CA7D23" w14:textId="28515AF7" w:rsidR="0027712A" w:rsidRPr="004F2BEF" w:rsidRDefault="0027712A" w:rsidP="0077357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4F2BEF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72F47DB" w14:textId="1649D8B3" w:rsidR="0027712A" w:rsidRPr="004F2BEF" w:rsidRDefault="008F1A49" w:rsidP="00773575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  <w:r w:rsidRPr="004F2BEF">
        <w:rPr>
          <w:rFonts w:asciiTheme="majorHAnsi" w:eastAsia="Times New Roman" w:hAnsiTheme="majorHAnsi" w:cs="Times New Roman"/>
          <w:b/>
          <w:lang w:eastAsia="cs-CZ"/>
        </w:rPr>
        <w:t>Byl upraveno soupis prací SO 23-10-01.</w:t>
      </w:r>
    </w:p>
    <w:p w14:paraId="1F763E89" w14:textId="39A664F6" w:rsidR="008F1A49" w:rsidRPr="004F2BEF" w:rsidRDefault="008F1A49" w:rsidP="00773575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F2BEF">
        <w:rPr>
          <w:rFonts w:asciiTheme="majorHAnsi" w:eastAsia="Times New Roman" w:hAnsiTheme="majorHAnsi" w:cs="Times New Roman"/>
          <w:lang w:eastAsia="cs-CZ"/>
        </w:rPr>
        <w:t>Na základě prověření byla zjištěna duplicita v rozpočtu SO 23-10-01 a položky č.46 a 47 byly z rozpočtu vypuštěny</w:t>
      </w:r>
      <w:r w:rsidR="00BA66DF" w:rsidRPr="004F2BEF">
        <w:rPr>
          <w:rFonts w:asciiTheme="majorHAnsi" w:eastAsia="Times New Roman" w:hAnsiTheme="majorHAnsi" w:cs="Times New Roman"/>
          <w:lang w:eastAsia="cs-CZ"/>
        </w:rPr>
        <w:t>.</w:t>
      </w:r>
    </w:p>
    <w:p w14:paraId="7F8D44A0" w14:textId="1BE499D7" w:rsidR="0027712A" w:rsidRPr="004F2BEF" w:rsidRDefault="0027712A" w:rsidP="00773575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BEE9B8F" w14:textId="7BD2773D" w:rsidR="0027712A" w:rsidRPr="004F2BEF" w:rsidRDefault="0027712A" w:rsidP="00773575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81EF097" w14:textId="1EAF23CA" w:rsidR="00773575" w:rsidRPr="004F2BEF" w:rsidRDefault="00773575" w:rsidP="0077357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4F2BEF">
        <w:rPr>
          <w:rFonts w:asciiTheme="majorHAnsi" w:eastAsia="Calibri" w:hAnsiTheme="majorHAnsi" w:cs="Times New Roman"/>
          <w:b/>
          <w:lang w:eastAsia="cs-CZ"/>
        </w:rPr>
        <w:t>Dotaz č. 267:</w:t>
      </w:r>
    </w:p>
    <w:p w14:paraId="54356B80" w14:textId="2118795D" w:rsidR="0027712A" w:rsidRPr="004F2BEF" w:rsidRDefault="00773575" w:rsidP="00773575">
      <w:pPr>
        <w:spacing w:after="0"/>
        <w:rPr>
          <w:rFonts w:asciiTheme="majorHAnsi" w:hAnsiTheme="majorHAnsi"/>
        </w:rPr>
      </w:pPr>
      <w:r w:rsidRPr="004F2BEF">
        <w:rPr>
          <w:rFonts w:asciiTheme="majorHAnsi" w:hAnsiTheme="majorHAnsi"/>
        </w:rPr>
        <w:t>V mnoha SO se vyskytuje položka „ZVLÁŠTNÍ VYBAVENÍ VÝHYBEK, RUCNÍ PRESTAVNÍK (BEZ NÁVĚSTNÍHO TELESA)“. Předpokládáme správně, že je touto položkou vždy myšleno „zařízení pro ruční stavění výhybek s čelisťovým závěrem“ (výměník a prodloužení betonového/žlabového pražce)? Žádáme zadavatele o prověření.</w:t>
      </w:r>
    </w:p>
    <w:p w14:paraId="46A71D63" w14:textId="77777777" w:rsidR="00773575" w:rsidRPr="004F2BEF" w:rsidRDefault="00773575" w:rsidP="00773575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E2F1529" w14:textId="3CCAAEF7" w:rsidR="00773575" w:rsidRPr="004F2BEF" w:rsidRDefault="00773575" w:rsidP="0077357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4F2BEF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F4BC234" w14:textId="0D00D364" w:rsidR="00773575" w:rsidRPr="004F2BEF" w:rsidRDefault="00974FFA" w:rsidP="00773575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F2BEF">
        <w:rPr>
          <w:rFonts w:asciiTheme="majorHAnsi" w:eastAsia="Times New Roman" w:hAnsiTheme="majorHAnsi" w:cs="Times New Roman"/>
          <w:lang w:eastAsia="cs-CZ"/>
        </w:rPr>
        <w:t xml:space="preserve">Ano, předpoklad uchazeče je správný. </w:t>
      </w:r>
      <w:r w:rsidR="00BA66DF" w:rsidRPr="004F2BEF">
        <w:rPr>
          <w:rFonts w:asciiTheme="majorHAnsi" w:hAnsiTheme="majorHAnsi"/>
        </w:rPr>
        <w:t>Položkou „ZVLÁŠTNÍ VYBAVENÍ VÝHYBEK, RUCNÍ PRESTAVNÍK (BEZ NÁVĚSTNÍHO TELESA)“ je vždy myšleno „zařízení pro ruční stavění výhybek s čelisťovým závěrem“ (výměník a prodloužení betonového/žlabového pražce).</w:t>
      </w:r>
    </w:p>
    <w:p w14:paraId="694919DC" w14:textId="77777777" w:rsidR="001762FE" w:rsidRPr="004F2BEF" w:rsidRDefault="001762FE" w:rsidP="00773575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6FAE23FC" w14:textId="06A75E81" w:rsidR="001762FE" w:rsidRPr="004F2BEF" w:rsidRDefault="001762FE" w:rsidP="00773575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4BD5F662" w14:textId="54BE8F6B" w:rsidR="00773575" w:rsidRPr="004F2BEF" w:rsidRDefault="00773575" w:rsidP="0077357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4F2BEF">
        <w:rPr>
          <w:rFonts w:asciiTheme="majorHAnsi" w:eastAsia="Calibri" w:hAnsiTheme="majorHAnsi" w:cs="Times New Roman"/>
          <w:b/>
          <w:lang w:eastAsia="cs-CZ"/>
        </w:rPr>
        <w:t>Dotaz č. 268:</w:t>
      </w:r>
    </w:p>
    <w:p w14:paraId="18444777" w14:textId="77777777" w:rsidR="00773575" w:rsidRPr="00773575" w:rsidRDefault="00773575" w:rsidP="00773575">
      <w:pPr>
        <w:spacing w:after="0"/>
        <w:rPr>
          <w:rFonts w:asciiTheme="majorHAnsi" w:hAnsiTheme="majorHAnsi"/>
        </w:rPr>
      </w:pPr>
      <w:r w:rsidRPr="00773575">
        <w:rPr>
          <w:rFonts w:asciiTheme="majorHAnsi" w:hAnsiTheme="majorHAnsi"/>
          <w:b/>
        </w:rPr>
        <w:t>PS 24-01-11</w:t>
      </w:r>
      <w:r w:rsidRPr="00773575">
        <w:rPr>
          <w:rFonts w:asciiTheme="majorHAnsi" w:hAnsiTheme="majorHAnsi"/>
        </w:rPr>
        <w:t xml:space="preserve"> </w:t>
      </w:r>
    </w:p>
    <w:p w14:paraId="6A59EBA2" w14:textId="7938EF61" w:rsidR="00773575" w:rsidRPr="00773575" w:rsidRDefault="00773575" w:rsidP="00773575">
      <w:pPr>
        <w:spacing w:after="0"/>
        <w:rPr>
          <w:rFonts w:asciiTheme="majorHAnsi" w:hAnsiTheme="majorHAnsi"/>
        </w:rPr>
      </w:pPr>
      <w:r w:rsidRPr="00773575">
        <w:rPr>
          <w:rFonts w:asciiTheme="majorHAnsi" w:hAnsiTheme="majorHAnsi"/>
        </w:rPr>
        <w:t xml:space="preserve">V návaznosti na Vysvětlení zadávací dokumentace č. 15, v odpovědi na dotaz č. 236 bylo změněno množství u položky č. 67 a 68 na 27 ks. V situačním schématu a tabulce výkolejek jsme nalezli pouze 17 ks výkolejek s přestavníkem (Vk1, Vk2, Vk3, Vk4, Vk301, Vk401, Vk402, Vk403, Vk404, Vk501, Vk701, Vk702, Vk703, Vk704, DVk1, DVk2, MVk3). Žádáme zadavatele o prověření množství u položek č. 67 a 68. </w:t>
      </w:r>
    </w:p>
    <w:p w14:paraId="0A6BE430" w14:textId="77777777" w:rsidR="00773575" w:rsidRDefault="00773575" w:rsidP="00773575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6B1A47C" w14:textId="141F28C6" w:rsidR="00773575" w:rsidRPr="00773575" w:rsidRDefault="00773575" w:rsidP="00773575">
      <w:pPr>
        <w:spacing w:after="0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773575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3769C4A" w14:textId="77777777" w:rsidR="008F1A49" w:rsidRPr="004F2BEF" w:rsidRDefault="008F1A49" w:rsidP="004F2BEF">
      <w:pPr>
        <w:spacing w:after="0"/>
        <w:rPr>
          <w:b/>
          <w:bCs/>
        </w:rPr>
      </w:pPr>
      <w:r w:rsidRPr="004F2BEF">
        <w:rPr>
          <w:b/>
          <w:bCs/>
        </w:rPr>
        <w:t>Byl upraven soupis prací.</w:t>
      </w:r>
    </w:p>
    <w:p w14:paraId="37FFDB79" w14:textId="27B5D78F" w:rsidR="00773575" w:rsidRPr="004F2BEF" w:rsidRDefault="008F1A49" w:rsidP="004F2BEF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F2BEF">
        <w:rPr>
          <w:bCs/>
        </w:rPr>
        <w:t>Na základě prověření bylo množství u položek č. 67 a 68 upraveno na 17 kusů</w:t>
      </w:r>
      <w:r w:rsidR="00A136D7" w:rsidRPr="004F2BEF">
        <w:rPr>
          <w:bCs/>
        </w:rPr>
        <w:t>.</w:t>
      </w:r>
    </w:p>
    <w:p w14:paraId="6C0E9D14" w14:textId="681DB803" w:rsidR="00773575" w:rsidRDefault="00773575" w:rsidP="004F2BEF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57293C3B" w14:textId="77777777" w:rsidR="00773575" w:rsidRPr="00773575" w:rsidRDefault="00773575" w:rsidP="004F2BEF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54763813" w14:textId="330EF254" w:rsidR="00773575" w:rsidRPr="00773575" w:rsidRDefault="00773575" w:rsidP="0077357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73575">
        <w:rPr>
          <w:rFonts w:asciiTheme="majorHAnsi" w:eastAsia="Calibri" w:hAnsiTheme="majorHAnsi" w:cs="Times New Roman"/>
          <w:b/>
          <w:lang w:eastAsia="cs-CZ"/>
        </w:rPr>
        <w:t>Dotaz č. 269:</w:t>
      </w:r>
    </w:p>
    <w:p w14:paraId="2D17DC43" w14:textId="77777777" w:rsidR="00773575" w:rsidRPr="00773575" w:rsidRDefault="00773575" w:rsidP="00773575">
      <w:pPr>
        <w:spacing w:after="0"/>
        <w:rPr>
          <w:rFonts w:asciiTheme="majorHAnsi" w:hAnsiTheme="majorHAnsi"/>
        </w:rPr>
      </w:pPr>
      <w:r w:rsidRPr="00773575">
        <w:rPr>
          <w:rFonts w:asciiTheme="majorHAnsi" w:hAnsiTheme="majorHAnsi"/>
          <w:b/>
        </w:rPr>
        <w:t xml:space="preserve">SO 19-10-01 </w:t>
      </w:r>
      <w:r w:rsidRPr="00773575">
        <w:rPr>
          <w:rFonts w:asciiTheme="majorHAnsi" w:hAnsiTheme="majorHAnsi"/>
        </w:rPr>
        <w:t>Výkaz výměr obsahuje následující položky pro dodávku 12 ks nových výhybek: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0"/>
        <w:gridCol w:w="1540"/>
        <w:gridCol w:w="960"/>
        <w:gridCol w:w="1962"/>
        <w:gridCol w:w="1240"/>
        <w:gridCol w:w="1760"/>
      </w:tblGrid>
      <w:tr w:rsidR="00773575" w:rsidRPr="00773575" w14:paraId="0B3710FD" w14:textId="77777777" w:rsidTr="008C12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0769CBE9" w14:textId="77777777" w:rsidR="00773575" w:rsidRPr="00773575" w:rsidRDefault="00773575" w:rsidP="00773575">
            <w:pPr>
              <w:spacing w:line="264" w:lineRule="auto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13</w:t>
            </w:r>
          </w:p>
        </w:tc>
        <w:tc>
          <w:tcPr>
            <w:tcW w:w="1540" w:type="dxa"/>
            <w:noWrap/>
            <w:hideMark/>
          </w:tcPr>
          <w:p w14:paraId="00C06DC2" w14:textId="77777777" w:rsidR="00773575" w:rsidRPr="00773575" w:rsidRDefault="00773575" w:rsidP="00773575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5331000</w:t>
            </w:r>
          </w:p>
        </w:tc>
        <w:tc>
          <w:tcPr>
            <w:tcW w:w="960" w:type="dxa"/>
            <w:noWrap/>
            <w:hideMark/>
          </w:tcPr>
          <w:p w14:paraId="713F6338" w14:textId="77777777" w:rsidR="00773575" w:rsidRPr="00773575" w:rsidRDefault="00773575" w:rsidP="00773575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  <w:tc>
          <w:tcPr>
            <w:tcW w:w="7720" w:type="dxa"/>
            <w:hideMark/>
          </w:tcPr>
          <w:p w14:paraId="27CE60F2" w14:textId="77777777" w:rsidR="00773575" w:rsidRPr="00773575" w:rsidRDefault="00773575" w:rsidP="00773575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J 60 1:14-760, PR. BET., UP. PRUŽNÉ</w:t>
            </w:r>
          </w:p>
        </w:tc>
        <w:tc>
          <w:tcPr>
            <w:tcW w:w="1240" w:type="dxa"/>
            <w:noWrap/>
            <w:hideMark/>
          </w:tcPr>
          <w:p w14:paraId="3369DDD6" w14:textId="77777777" w:rsidR="00773575" w:rsidRPr="00773575" w:rsidRDefault="00773575" w:rsidP="00773575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KUS</w:t>
            </w:r>
          </w:p>
        </w:tc>
        <w:tc>
          <w:tcPr>
            <w:tcW w:w="1760" w:type="dxa"/>
            <w:noWrap/>
            <w:hideMark/>
          </w:tcPr>
          <w:p w14:paraId="7F701DE0" w14:textId="77777777" w:rsidR="00773575" w:rsidRPr="00773575" w:rsidRDefault="00773575" w:rsidP="00773575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 xml:space="preserve">    4,000</w:t>
            </w:r>
          </w:p>
        </w:tc>
      </w:tr>
      <w:tr w:rsidR="00773575" w:rsidRPr="00773575" w14:paraId="37E7518B" w14:textId="77777777" w:rsidTr="008C12A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5A938211" w14:textId="77777777" w:rsidR="00773575" w:rsidRPr="00773575" w:rsidRDefault="00773575" w:rsidP="00773575">
            <w:pPr>
              <w:spacing w:line="264" w:lineRule="auto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14</w:t>
            </w:r>
          </w:p>
        </w:tc>
        <w:tc>
          <w:tcPr>
            <w:tcW w:w="1540" w:type="dxa"/>
            <w:noWrap/>
            <w:hideMark/>
          </w:tcPr>
          <w:p w14:paraId="67F19CF1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533133</w:t>
            </w:r>
          </w:p>
        </w:tc>
        <w:tc>
          <w:tcPr>
            <w:tcW w:w="960" w:type="dxa"/>
            <w:noWrap/>
            <w:hideMark/>
          </w:tcPr>
          <w:p w14:paraId="3B1EB06E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  <w:tc>
          <w:tcPr>
            <w:tcW w:w="7720" w:type="dxa"/>
            <w:hideMark/>
          </w:tcPr>
          <w:p w14:paraId="23632E80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J 60 1:6,6-190, PR. BET., UP. PRUŽNÉ</w:t>
            </w:r>
          </w:p>
        </w:tc>
        <w:tc>
          <w:tcPr>
            <w:tcW w:w="1240" w:type="dxa"/>
            <w:noWrap/>
            <w:hideMark/>
          </w:tcPr>
          <w:p w14:paraId="2EFBA35E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KUS</w:t>
            </w:r>
          </w:p>
        </w:tc>
        <w:tc>
          <w:tcPr>
            <w:tcW w:w="1760" w:type="dxa"/>
            <w:noWrap/>
            <w:hideMark/>
          </w:tcPr>
          <w:p w14:paraId="06B70FD7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 xml:space="preserve">    1,000</w:t>
            </w:r>
          </w:p>
        </w:tc>
      </w:tr>
      <w:tr w:rsidR="00773575" w:rsidRPr="00773575" w14:paraId="78F36215" w14:textId="77777777" w:rsidTr="008C12A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4030224E" w14:textId="77777777" w:rsidR="00773575" w:rsidRPr="00773575" w:rsidRDefault="00773575" w:rsidP="00773575">
            <w:pPr>
              <w:spacing w:line="264" w:lineRule="auto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15</w:t>
            </w:r>
          </w:p>
        </w:tc>
        <w:tc>
          <w:tcPr>
            <w:tcW w:w="1540" w:type="dxa"/>
            <w:noWrap/>
            <w:hideMark/>
          </w:tcPr>
          <w:p w14:paraId="11A0D7E4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533173</w:t>
            </w:r>
          </w:p>
        </w:tc>
        <w:tc>
          <w:tcPr>
            <w:tcW w:w="960" w:type="dxa"/>
            <w:noWrap/>
            <w:hideMark/>
          </w:tcPr>
          <w:p w14:paraId="6286F93A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  <w:tc>
          <w:tcPr>
            <w:tcW w:w="7720" w:type="dxa"/>
            <w:hideMark/>
          </w:tcPr>
          <w:p w14:paraId="6F141722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J 60 1:9-300, PR. BET., UP. PRUŽNÉ</w:t>
            </w:r>
          </w:p>
        </w:tc>
        <w:tc>
          <w:tcPr>
            <w:tcW w:w="1240" w:type="dxa"/>
            <w:noWrap/>
            <w:hideMark/>
          </w:tcPr>
          <w:p w14:paraId="70C87739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KUS</w:t>
            </w:r>
          </w:p>
        </w:tc>
        <w:tc>
          <w:tcPr>
            <w:tcW w:w="1760" w:type="dxa"/>
            <w:noWrap/>
            <w:hideMark/>
          </w:tcPr>
          <w:p w14:paraId="5592B9EB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 xml:space="preserve">    1,000</w:t>
            </w:r>
          </w:p>
        </w:tc>
      </w:tr>
      <w:tr w:rsidR="00773575" w:rsidRPr="00773575" w14:paraId="2B69D0EF" w14:textId="77777777" w:rsidTr="008C12A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2C06A72E" w14:textId="77777777" w:rsidR="00773575" w:rsidRPr="00773575" w:rsidRDefault="00773575" w:rsidP="00773575">
            <w:pPr>
              <w:spacing w:line="264" w:lineRule="auto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16</w:t>
            </w:r>
          </w:p>
        </w:tc>
        <w:tc>
          <w:tcPr>
            <w:tcW w:w="1540" w:type="dxa"/>
            <w:noWrap/>
            <w:hideMark/>
          </w:tcPr>
          <w:p w14:paraId="16486AC0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533193</w:t>
            </w:r>
          </w:p>
        </w:tc>
        <w:tc>
          <w:tcPr>
            <w:tcW w:w="960" w:type="dxa"/>
            <w:noWrap/>
            <w:hideMark/>
          </w:tcPr>
          <w:p w14:paraId="733415D3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  <w:tc>
          <w:tcPr>
            <w:tcW w:w="7720" w:type="dxa"/>
            <w:hideMark/>
          </w:tcPr>
          <w:p w14:paraId="303623D5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J 60 1:11-300, PR. BET., UP. PRUŽNÉ</w:t>
            </w:r>
          </w:p>
        </w:tc>
        <w:tc>
          <w:tcPr>
            <w:tcW w:w="1240" w:type="dxa"/>
            <w:noWrap/>
            <w:hideMark/>
          </w:tcPr>
          <w:p w14:paraId="280976AD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KUS</w:t>
            </w:r>
          </w:p>
        </w:tc>
        <w:tc>
          <w:tcPr>
            <w:tcW w:w="1760" w:type="dxa"/>
            <w:noWrap/>
            <w:hideMark/>
          </w:tcPr>
          <w:p w14:paraId="0E1A8B97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 xml:space="preserve">    3,000</w:t>
            </w:r>
          </w:p>
        </w:tc>
      </w:tr>
      <w:tr w:rsidR="00773575" w:rsidRPr="00773575" w14:paraId="776020E9" w14:textId="77777777" w:rsidTr="008C12A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158139B1" w14:textId="77777777" w:rsidR="00773575" w:rsidRPr="00773575" w:rsidRDefault="00773575" w:rsidP="00773575">
            <w:pPr>
              <w:spacing w:line="264" w:lineRule="auto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17</w:t>
            </w:r>
          </w:p>
        </w:tc>
        <w:tc>
          <w:tcPr>
            <w:tcW w:w="1540" w:type="dxa"/>
            <w:noWrap/>
            <w:hideMark/>
          </w:tcPr>
          <w:p w14:paraId="198EFF1D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533273</w:t>
            </w:r>
          </w:p>
        </w:tc>
        <w:tc>
          <w:tcPr>
            <w:tcW w:w="960" w:type="dxa"/>
            <w:noWrap/>
            <w:hideMark/>
          </w:tcPr>
          <w:p w14:paraId="1DDDBDC6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  <w:tc>
          <w:tcPr>
            <w:tcW w:w="7720" w:type="dxa"/>
            <w:hideMark/>
          </w:tcPr>
          <w:p w14:paraId="5EC61E48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J 49 1:9-300, PR. BET., UP. PRUŽNÉ</w:t>
            </w:r>
          </w:p>
        </w:tc>
        <w:tc>
          <w:tcPr>
            <w:tcW w:w="1240" w:type="dxa"/>
            <w:noWrap/>
            <w:hideMark/>
          </w:tcPr>
          <w:p w14:paraId="7184A9B0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KUS</w:t>
            </w:r>
          </w:p>
        </w:tc>
        <w:tc>
          <w:tcPr>
            <w:tcW w:w="1760" w:type="dxa"/>
            <w:noWrap/>
            <w:hideMark/>
          </w:tcPr>
          <w:p w14:paraId="096EB69B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 xml:space="preserve">    1,000</w:t>
            </w:r>
          </w:p>
        </w:tc>
      </w:tr>
      <w:tr w:rsidR="00773575" w:rsidRPr="00773575" w14:paraId="7B7F1219" w14:textId="77777777" w:rsidTr="008C12A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3DDB8B39" w14:textId="77777777" w:rsidR="00773575" w:rsidRPr="00773575" w:rsidRDefault="00773575" w:rsidP="00773575">
            <w:pPr>
              <w:spacing w:line="264" w:lineRule="auto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18</w:t>
            </w:r>
          </w:p>
        </w:tc>
        <w:tc>
          <w:tcPr>
            <w:tcW w:w="1540" w:type="dxa"/>
            <w:noWrap/>
            <w:hideMark/>
          </w:tcPr>
          <w:p w14:paraId="2A78D7DC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5361B3</w:t>
            </w:r>
          </w:p>
        </w:tc>
        <w:tc>
          <w:tcPr>
            <w:tcW w:w="960" w:type="dxa"/>
            <w:noWrap/>
            <w:hideMark/>
          </w:tcPr>
          <w:p w14:paraId="78FDD7B4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  <w:tc>
          <w:tcPr>
            <w:tcW w:w="7720" w:type="dxa"/>
            <w:hideMark/>
          </w:tcPr>
          <w:p w14:paraId="3D490ADA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C (B) 60 1:11-</w:t>
            </w:r>
            <w:proofErr w:type="gramStart"/>
            <w:r w:rsidRPr="00773575">
              <w:rPr>
                <w:rFonts w:asciiTheme="majorHAnsi" w:hAnsiTheme="majorHAnsi"/>
                <w:sz w:val="18"/>
              </w:rPr>
              <w:t>300-KOMB</w:t>
            </w:r>
            <w:proofErr w:type="gramEnd"/>
            <w:r w:rsidRPr="00773575">
              <w:rPr>
                <w:rFonts w:asciiTheme="majorHAnsi" w:hAnsiTheme="majorHAnsi"/>
                <w:sz w:val="18"/>
              </w:rPr>
              <w:t>, PR. BET., UP. PRUŽNÉ</w:t>
            </w:r>
          </w:p>
        </w:tc>
        <w:tc>
          <w:tcPr>
            <w:tcW w:w="1240" w:type="dxa"/>
            <w:noWrap/>
            <w:hideMark/>
          </w:tcPr>
          <w:p w14:paraId="36322DC7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KUS</w:t>
            </w:r>
          </w:p>
        </w:tc>
        <w:tc>
          <w:tcPr>
            <w:tcW w:w="1760" w:type="dxa"/>
            <w:noWrap/>
            <w:hideMark/>
          </w:tcPr>
          <w:p w14:paraId="3E130A4D" w14:textId="77777777" w:rsidR="00773575" w:rsidRPr="00773575" w:rsidRDefault="00773575" w:rsidP="00773575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 xml:space="preserve">    2,000</w:t>
            </w:r>
          </w:p>
        </w:tc>
      </w:tr>
    </w:tbl>
    <w:p w14:paraId="54E63906" w14:textId="77777777" w:rsidR="00773575" w:rsidRPr="00773575" w:rsidRDefault="00773575" w:rsidP="00773575">
      <w:pPr>
        <w:spacing w:after="0"/>
        <w:rPr>
          <w:rFonts w:asciiTheme="majorHAnsi" w:hAnsiTheme="majorHAnsi"/>
        </w:rPr>
      </w:pPr>
      <w:r w:rsidRPr="00773575">
        <w:rPr>
          <w:rFonts w:asciiTheme="majorHAnsi" w:hAnsiTheme="majorHAnsi"/>
        </w:rPr>
        <w:t>Dále výkaz výměr obsahuje pol. č. 27: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0"/>
        <w:gridCol w:w="1540"/>
        <w:gridCol w:w="960"/>
        <w:gridCol w:w="1962"/>
        <w:gridCol w:w="1240"/>
        <w:gridCol w:w="1760"/>
      </w:tblGrid>
      <w:tr w:rsidR="00773575" w:rsidRPr="00773575" w14:paraId="0CD1A365" w14:textId="77777777" w:rsidTr="008C12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1F268368" w14:textId="77777777" w:rsidR="00773575" w:rsidRPr="00773575" w:rsidRDefault="00773575" w:rsidP="00773575">
            <w:pPr>
              <w:spacing w:line="264" w:lineRule="auto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27</w:t>
            </w:r>
          </w:p>
        </w:tc>
        <w:tc>
          <w:tcPr>
            <w:tcW w:w="1540" w:type="dxa"/>
            <w:noWrap/>
            <w:hideMark/>
          </w:tcPr>
          <w:p w14:paraId="238BF9A9" w14:textId="77777777" w:rsidR="00773575" w:rsidRPr="00773575" w:rsidRDefault="00773575" w:rsidP="00773575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539540</w:t>
            </w:r>
          </w:p>
        </w:tc>
        <w:tc>
          <w:tcPr>
            <w:tcW w:w="960" w:type="dxa"/>
            <w:noWrap/>
            <w:hideMark/>
          </w:tcPr>
          <w:p w14:paraId="4BF589CE" w14:textId="77777777" w:rsidR="00773575" w:rsidRPr="00773575" w:rsidRDefault="00773575" w:rsidP="00773575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  <w:tc>
          <w:tcPr>
            <w:tcW w:w="7720" w:type="dxa"/>
            <w:hideMark/>
          </w:tcPr>
          <w:p w14:paraId="25B493A2" w14:textId="77777777" w:rsidR="00773575" w:rsidRPr="00773575" w:rsidRDefault="00773575" w:rsidP="00773575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ZVLÁŠTNÍ VYBAVENÍ VÝHYBEK, CELISTOVÝ ZÁVER</w:t>
            </w:r>
          </w:p>
        </w:tc>
        <w:tc>
          <w:tcPr>
            <w:tcW w:w="1240" w:type="dxa"/>
            <w:noWrap/>
            <w:hideMark/>
          </w:tcPr>
          <w:p w14:paraId="1B9061A1" w14:textId="77777777" w:rsidR="00773575" w:rsidRPr="00773575" w:rsidRDefault="00773575" w:rsidP="00773575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>KUS</w:t>
            </w:r>
          </w:p>
        </w:tc>
        <w:tc>
          <w:tcPr>
            <w:tcW w:w="1760" w:type="dxa"/>
            <w:noWrap/>
            <w:hideMark/>
          </w:tcPr>
          <w:p w14:paraId="0CFE24AC" w14:textId="77777777" w:rsidR="00773575" w:rsidRPr="00773575" w:rsidRDefault="00773575" w:rsidP="00773575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773575">
              <w:rPr>
                <w:rFonts w:asciiTheme="majorHAnsi" w:hAnsiTheme="majorHAnsi"/>
                <w:sz w:val="18"/>
              </w:rPr>
              <w:t xml:space="preserve">    13,000</w:t>
            </w:r>
          </w:p>
        </w:tc>
      </w:tr>
    </w:tbl>
    <w:p w14:paraId="6176030D" w14:textId="77777777" w:rsidR="00773575" w:rsidRPr="00773575" w:rsidRDefault="00773575" w:rsidP="00773575">
      <w:pPr>
        <w:spacing w:after="0"/>
        <w:rPr>
          <w:rFonts w:asciiTheme="majorHAnsi" w:hAnsiTheme="majorHAnsi"/>
        </w:rPr>
      </w:pPr>
    </w:p>
    <w:p w14:paraId="075FEDC1" w14:textId="77777777" w:rsidR="00773575" w:rsidRPr="00773575" w:rsidRDefault="00773575" w:rsidP="00773575">
      <w:pPr>
        <w:spacing w:after="0"/>
        <w:jc w:val="both"/>
        <w:rPr>
          <w:rFonts w:asciiTheme="majorHAnsi" w:hAnsiTheme="majorHAnsi"/>
        </w:rPr>
      </w:pPr>
      <w:r w:rsidRPr="00773575">
        <w:rPr>
          <w:rFonts w:asciiTheme="majorHAnsi" w:hAnsiTheme="majorHAnsi"/>
        </w:rPr>
        <w:t>Domníváme se, že součet jednotlivých závěrů v uvedených výhybkách (v pol. 13-18) je 30 ks. Dle našeho názoru by tedy u položky č. 27 mělo být množství 30 ks. Žádáme zadavatele o prověření, případně opravu množství v položce č. 27 na 30 ks.</w:t>
      </w:r>
    </w:p>
    <w:p w14:paraId="5082E5BD" w14:textId="77777777" w:rsidR="00773575" w:rsidRDefault="00773575" w:rsidP="00773575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408917B" w14:textId="63F887E9" w:rsidR="00773575" w:rsidRPr="00773575" w:rsidRDefault="00773575" w:rsidP="00773575">
      <w:pPr>
        <w:spacing w:after="0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773575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7C1F419" w14:textId="1B8E02E7" w:rsidR="00773575" w:rsidRPr="004F2BEF" w:rsidRDefault="00A53A5A" w:rsidP="00773575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  <w:r w:rsidRPr="004F2BEF">
        <w:rPr>
          <w:rFonts w:asciiTheme="majorHAnsi" w:eastAsia="Times New Roman" w:hAnsiTheme="majorHAnsi" w:cs="Times New Roman"/>
          <w:b/>
          <w:lang w:eastAsia="cs-CZ"/>
        </w:rPr>
        <w:t>Byl upraven soupis prací.</w:t>
      </w:r>
    </w:p>
    <w:p w14:paraId="4CF985C7" w14:textId="50C01BE2" w:rsidR="00A53A5A" w:rsidRPr="004F2BEF" w:rsidRDefault="00A53A5A" w:rsidP="00773575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F2BEF">
        <w:rPr>
          <w:rFonts w:asciiTheme="majorHAnsi" w:eastAsia="Times New Roman" w:hAnsiTheme="majorHAnsi" w:cs="Times New Roman"/>
          <w:lang w:eastAsia="cs-CZ"/>
        </w:rPr>
        <w:t xml:space="preserve">Na základě </w:t>
      </w:r>
      <w:r w:rsidR="00A136D7" w:rsidRPr="004F2BEF">
        <w:rPr>
          <w:rFonts w:asciiTheme="majorHAnsi" w:eastAsia="Times New Roman" w:hAnsiTheme="majorHAnsi" w:cs="Times New Roman"/>
          <w:lang w:eastAsia="cs-CZ"/>
        </w:rPr>
        <w:t>prověření</w:t>
      </w:r>
      <w:r w:rsidRPr="004F2BEF">
        <w:rPr>
          <w:rFonts w:asciiTheme="majorHAnsi" w:eastAsia="Times New Roman" w:hAnsiTheme="majorHAnsi" w:cs="Times New Roman"/>
          <w:lang w:eastAsia="cs-CZ"/>
        </w:rPr>
        <w:t xml:space="preserve"> byl opraven počet čelisťových závěrů, položka č.27, opraven na 30 ks. V návaznosti na dotaz byly po prověření opraveny také položky č.20 a č.21 (žlabové pražce).</w:t>
      </w:r>
    </w:p>
    <w:p w14:paraId="12B8BEA3" w14:textId="66BE49CF" w:rsidR="00773575" w:rsidRPr="004F2BEF" w:rsidRDefault="00773575" w:rsidP="00773575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D22653D" w14:textId="1B92A33D" w:rsidR="00773575" w:rsidRPr="004F2BEF" w:rsidRDefault="00773575" w:rsidP="00773575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3704030A" w14:textId="0F4D72AD" w:rsidR="00773575" w:rsidRPr="004F2BEF" w:rsidRDefault="00773575" w:rsidP="0077357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4F2BEF">
        <w:rPr>
          <w:rFonts w:asciiTheme="majorHAnsi" w:eastAsia="Calibri" w:hAnsiTheme="majorHAnsi" w:cs="Times New Roman"/>
          <w:b/>
          <w:lang w:eastAsia="cs-CZ"/>
        </w:rPr>
        <w:t>Dotaz č. 270:</w:t>
      </w:r>
    </w:p>
    <w:p w14:paraId="2FF576C4" w14:textId="36F9EFB2" w:rsidR="00773575" w:rsidRPr="00773575" w:rsidRDefault="00773575" w:rsidP="00773575">
      <w:pPr>
        <w:spacing w:after="0"/>
        <w:rPr>
          <w:rFonts w:asciiTheme="majorHAnsi" w:hAnsiTheme="majorHAnsi"/>
        </w:rPr>
      </w:pPr>
      <w:r w:rsidRPr="004F2BEF">
        <w:rPr>
          <w:rFonts w:asciiTheme="majorHAnsi" w:hAnsiTheme="majorHAnsi"/>
          <w:b/>
        </w:rPr>
        <w:t xml:space="preserve">PS 19-01-11 </w:t>
      </w:r>
      <w:r w:rsidRPr="004F2BEF">
        <w:rPr>
          <w:rFonts w:asciiTheme="majorHAnsi" w:hAnsiTheme="majorHAnsi"/>
        </w:rPr>
        <w:t xml:space="preserve">Ve výkaze výměr se nachází </w:t>
      </w:r>
      <w:r w:rsidRPr="00773575">
        <w:rPr>
          <w:rFonts w:asciiTheme="majorHAnsi" w:hAnsiTheme="majorHAnsi"/>
        </w:rPr>
        <w:t>položka č. 7 „ZVLÁŠTNÍ VYBAVENÍ VÝHYBEK, CELISTOVÝ ZÁVER“ (dodávka a montáž) v množství 26 ks. Ze zadávací dokumentace není zřejmé, pro které výhybky budou tyto čelisťové závěry využity. Žádáme zadavatele o prověření/vysvětlení.</w:t>
      </w:r>
    </w:p>
    <w:p w14:paraId="48ECDAC3" w14:textId="77777777" w:rsidR="00773575" w:rsidRDefault="00773575" w:rsidP="00773575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6DA18C3" w14:textId="48B4534F" w:rsidR="00773575" w:rsidRPr="00773575" w:rsidRDefault="00773575" w:rsidP="00773575">
      <w:pPr>
        <w:spacing w:after="0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773575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680CD2D" w14:textId="0A9CD35F" w:rsidR="008F1A49" w:rsidRPr="004F2BEF" w:rsidRDefault="008F1A49" w:rsidP="008F1A49">
      <w:r w:rsidRPr="004F2BEF">
        <w:rPr>
          <w:b/>
          <w:bCs/>
        </w:rPr>
        <w:t>Byl upraven soupis prací.</w:t>
      </w:r>
      <w:r w:rsidR="00806177" w:rsidRPr="004F2BEF">
        <w:rPr>
          <w:b/>
          <w:bCs/>
        </w:rPr>
        <w:t xml:space="preserve"> </w:t>
      </w:r>
      <w:r w:rsidR="00806177" w:rsidRPr="004F2BEF">
        <w:t>Položka č.7 byla na základě duplicity v soupisu prací zrušena.</w:t>
      </w:r>
    </w:p>
    <w:p w14:paraId="364C0BCB" w14:textId="55F060FB" w:rsidR="008F1A49" w:rsidRPr="004F2BEF" w:rsidRDefault="008F1A49" w:rsidP="008F1A49">
      <w:r w:rsidRPr="004F2BEF">
        <w:t>V odpovědi na dotaz</w:t>
      </w:r>
      <w:r w:rsidR="00C476CF" w:rsidRPr="004F2BEF">
        <w:t xml:space="preserve"> č.137</w:t>
      </w:r>
      <w:r w:rsidRPr="004F2BEF">
        <w:t xml:space="preserve"> byly specifikovány výhybky určené pro výměnu hákového závěru za čelisťový. </w:t>
      </w:r>
    </w:p>
    <w:p w14:paraId="43A615CC" w14:textId="0E9DC8B5" w:rsidR="00806177" w:rsidRPr="004F2BEF" w:rsidRDefault="008F1A49" w:rsidP="00806177">
      <w:r w:rsidRPr="004F2BEF">
        <w:t>Pro výměnu hákového závěru za čelisťový, budou</w:t>
      </w:r>
      <w:r w:rsidR="00806177" w:rsidRPr="004F2BEF">
        <w:t xml:space="preserve"> </w:t>
      </w:r>
      <w:r w:rsidRPr="004F2BEF">
        <w:t xml:space="preserve">použity položky č. 123 a 122. Výměna </w:t>
      </w:r>
      <w:r w:rsidR="00806177" w:rsidRPr="004F2BEF">
        <w:t xml:space="preserve">v PS 19-01-11 </w:t>
      </w:r>
      <w:r w:rsidRPr="004F2BEF">
        <w:t>se uskuteční u výhybek:</w:t>
      </w:r>
    </w:p>
    <w:p w14:paraId="27F4EFB2" w14:textId="744985FC" w:rsidR="00773575" w:rsidRPr="004F2BEF" w:rsidRDefault="008F1A49" w:rsidP="00806177">
      <w:r w:rsidRPr="004F2BEF">
        <w:rPr>
          <w:rFonts w:asciiTheme="majorHAnsi" w:eastAsia="Times New Roman" w:hAnsiTheme="majorHAnsi" w:cs="Times New Roman"/>
          <w:lang w:eastAsia="cs-CZ"/>
        </w:rPr>
        <w:t xml:space="preserve">106 - 1 ks, 110 - 4 ks, 111 - 4 ks, 112 - 4 ks, 113 - 1 ks, 115 - 4 ks, 116 - 1 ks, 117 – 1 ks, 118 – </w:t>
      </w:r>
      <w:proofErr w:type="gramStart"/>
      <w:r w:rsidRPr="004F2BEF">
        <w:rPr>
          <w:rFonts w:asciiTheme="majorHAnsi" w:eastAsia="Times New Roman" w:hAnsiTheme="majorHAnsi" w:cs="Times New Roman"/>
          <w:lang w:eastAsia="cs-CZ"/>
        </w:rPr>
        <w:t>4  ks</w:t>
      </w:r>
      <w:proofErr w:type="gramEnd"/>
      <w:r w:rsidRPr="004F2BEF">
        <w:rPr>
          <w:rFonts w:asciiTheme="majorHAnsi" w:eastAsia="Times New Roman" w:hAnsiTheme="majorHAnsi" w:cs="Times New Roman"/>
          <w:lang w:eastAsia="cs-CZ"/>
        </w:rPr>
        <w:t>, 119 – 1 ks, 121– 1 ks, 122– 1 ks, 125– 1 ks, 126– 1 ks, 127– 1 ks, 128– 1 ks, 129– 1 ks, 130– 1 ks, 131– 1 ks, 132– 1 ks, 133– 1 ks, 134– 2 ks, 135– 2 ks, 137– 2 ks</w:t>
      </w:r>
    </w:p>
    <w:p w14:paraId="638D18F9" w14:textId="77777777" w:rsidR="00773575" w:rsidRPr="00773575" w:rsidRDefault="00773575" w:rsidP="00BD5319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631406C0" w:rsidR="00664163" w:rsidRDefault="00664163" w:rsidP="004F2BEF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</w:t>
      </w:r>
      <w:r w:rsidRPr="004F2BEF">
        <w:rPr>
          <w:rFonts w:eastAsia="Times New Roman" w:cs="Times New Roman"/>
          <w:lang w:eastAsia="cs-CZ"/>
        </w:rPr>
        <w:t xml:space="preserve">dne </w:t>
      </w:r>
      <w:r w:rsidR="004F2BEF" w:rsidRPr="004F2BEF">
        <w:rPr>
          <w:rFonts w:eastAsia="Times New Roman" w:cs="Times New Roman"/>
          <w:lang w:eastAsia="cs-CZ"/>
        </w:rPr>
        <w:t>7. 10. 2024</w:t>
      </w:r>
      <w:r w:rsidRPr="004F2BEF">
        <w:rPr>
          <w:rFonts w:eastAsia="Times New Roman" w:cs="Times New Roman"/>
          <w:lang w:eastAsia="cs-CZ"/>
        </w:rPr>
        <w:t xml:space="preserve"> na den </w:t>
      </w:r>
      <w:r w:rsidR="004F2BEF" w:rsidRPr="004F2BEF">
        <w:rPr>
          <w:rFonts w:eastAsia="Times New Roman" w:cs="Times New Roman"/>
          <w:b/>
          <w:lang w:eastAsia="cs-CZ"/>
        </w:rPr>
        <w:t>8. 10. 2024</w:t>
      </w:r>
      <w:r w:rsidRPr="004F2BEF">
        <w:rPr>
          <w:rFonts w:eastAsia="Times New Roman" w:cs="Times New Roman"/>
          <w:lang w:eastAsia="cs-CZ"/>
        </w:rPr>
        <w:t>.</w:t>
      </w: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F6D20B" w14:textId="727CA720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060C6D" w:rsidRPr="00F652BF">
        <w:rPr>
          <w:rFonts w:eastAsia="Times New Roman" w:cs="Times New Roman"/>
          <w:lang w:eastAsia="cs-CZ"/>
        </w:rPr>
        <w:t>Z2024-029160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4F2BEF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F2BEF">
        <w:rPr>
          <w:rFonts w:eastAsia="Times New Roman" w:cs="Times New Roman"/>
          <w:bCs/>
          <w:lang w:eastAsia="cs-CZ"/>
        </w:rPr>
        <w:t>Oddíl</w:t>
      </w:r>
      <w:r w:rsidRPr="004F2BEF">
        <w:rPr>
          <w:rFonts w:eastAsia="Times New Roman" w:cs="Times New Roman"/>
          <w:b/>
          <w:lang w:eastAsia="cs-CZ"/>
        </w:rPr>
        <w:t xml:space="preserve"> Lhůta pro podání nabídek – den (BT-131(d)-Lot) </w:t>
      </w:r>
    </w:p>
    <w:p w14:paraId="48CE5B40" w14:textId="5351CE8E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4F2BEF">
        <w:rPr>
          <w:rFonts w:eastAsia="Times New Roman" w:cs="Times New Roman"/>
          <w:lang w:eastAsia="cs-CZ"/>
        </w:rPr>
        <w:t xml:space="preserve">rušíme datum </w:t>
      </w:r>
      <w:r w:rsidR="004F2BEF" w:rsidRPr="004F2BEF">
        <w:rPr>
          <w:rFonts w:eastAsia="Times New Roman" w:cs="Times New Roman"/>
          <w:lang w:eastAsia="cs-CZ"/>
        </w:rPr>
        <w:t>07.10.2024</w:t>
      </w:r>
      <w:r w:rsidRPr="004F2BEF">
        <w:rPr>
          <w:rFonts w:eastAsia="Times New Roman" w:cs="Times New Roman"/>
          <w:lang w:eastAsia="cs-CZ"/>
        </w:rPr>
        <w:t xml:space="preserve"> a </w:t>
      </w:r>
      <w:r w:rsidRPr="004F2BEF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4F2BEF" w:rsidRPr="004F2BEF">
        <w:rPr>
          <w:rFonts w:eastAsia="Times New Roman" w:cs="Times New Roman"/>
          <w:b/>
          <w:bCs/>
          <w:color w:val="000000" w:themeColor="text1"/>
          <w:lang w:eastAsia="cs-CZ"/>
        </w:rPr>
        <w:t>08.10.2024</w:t>
      </w:r>
      <w:r w:rsidRPr="004F2BEF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68D690" w14:textId="046DF28F" w:rsidR="00664163" w:rsidRPr="004F2BEF" w:rsidRDefault="00664163" w:rsidP="004F2BEF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F2BEF">
        <w:rPr>
          <w:rFonts w:eastAsia="Calibri" w:cs="Times New Roman"/>
          <w:b/>
          <w:bCs/>
          <w:lang w:eastAsia="cs-CZ"/>
        </w:rPr>
        <w:t xml:space="preserve">Příloha: </w:t>
      </w:r>
      <w:r w:rsidRPr="004F2BEF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4F2BEF">
        <w:rPr>
          <w:rFonts w:eastAsia="Calibri" w:cs="Times New Roman"/>
          <w:bCs/>
          <w:lang w:eastAsia="cs-CZ"/>
        </w:rPr>
        <w:instrText xml:space="preserve"> FORMTEXT </w:instrText>
      </w:r>
      <w:r w:rsidRPr="004F2BEF">
        <w:rPr>
          <w:rFonts w:eastAsia="Calibri" w:cs="Times New Roman"/>
          <w:bCs/>
          <w:lang w:eastAsia="cs-CZ"/>
        </w:rPr>
      </w:r>
      <w:r w:rsidRPr="004F2BEF">
        <w:rPr>
          <w:rFonts w:eastAsia="Calibri" w:cs="Times New Roman"/>
          <w:bCs/>
          <w:lang w:eastAsia="cs-CZ"/>
        </w:rPr>
        <w:fldChar w:fldCharType="separate"/>
      </w:r>
      <w:r w:rsidRPr="004F2BEF">
        <w:rPr>
          <w:rFonts w:eastAsia="Calibri" w:cs="Times New Roman"/>
          <w:bCs/>
          <w:lang w:eastAsia="cs-CZ"/>
        </w:rPr>
        <w:t> </w:t>
      </w:r>
      <w:r w:rsidRPr="004F2BEF">
        <w:rPr>
          <w:rFonts w:eastAsia="Calibri" w:cs="Times New Roman"/>
          <w:bCs/>
          <w:lang w:eastAsia="cs-CZ"/>
        </w:rPr>
        <w:t> </w:t>
      </w:r>
      <w:r w:rsidRPr="004F2BEF">
        <w:rPr>
          <w:rFonts w:eastAsia="Calibri" w:cs="Times New Roman"/>
          <w:bCs/>
          <w:lang w:eastAsia="cs-CZ"/>
        </w:rPr>
        <w:t> </w:t>
      </w:r>
      <w:r w:rsidRPr="004F2BEF">
        <w:rPr>
          <w:rFonts w:eastAsia="Calibri" w:cs="Times New Roman"/>
          <w:bCs/>
          <w:lang w:eastAsia="cs-CZ"/>
        </w:rPr>
        <w:t> </w:t>
      </w:r>
      <w:r w:rsidRPr="004F2BEF">
        <w:rPr>
          <w:rFonts w:eastAsia="Calibri" w:cs="Times New Roman"/>
          <w:bCs/>
          <w:lang w:eastAsia="cs-CZ"/>
        </w:rPr>
        <w:t> </w:t>
      </w:r>
      <w:r w:rsidRPr="004F2BEF">
        <w:rPr>
          <w:rFonts w:eastAsia="Calibri" w:cs="Times New Roman"/>
          <w:bCs/>
          <w:lang w:eastAsia="cs-CZ"/>
        </w:rPr>
        <w:fldChar w:fldCharType="end"/>
      </w:r>
    </w:p>
    <w:p w14:paraId="3EEA5030" w14:textId="77777777" w:rsidR="00564753" w:rsidRPr="004F2BEF" w:rsidRDefault="00564753" w:rsidP="005647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F2BEF">
        <w:rPr>
          <w:rFonts w:eastAsia="Calibri" w:cs="Times New Roman"/>
          <w:lang w:eastAsia="cs-CZ"/>
        </w:rPr>
        <w:t>XDC_Ceska-Trebova-cast1-zm13-20240829.xml</w:t>
      </w:r>
    </w:p>
    <w:p w14:paraId="3E1326AB" w14:textId="77777777" w:rsidR="00564753" w:rsidRPr="004F2BEF" w:rsidRDefault="00564753" w:rsidP="005647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F2BEF">
        <w:rPr>
          <w:rFonts w:eastAsia="Calibri" w:cs="Times New Roman"/>
          <w:lang w:eastAsia="cs-CZ"/>
        </w:rPr>
        <w:t>XDC_Ceska-Trebova-cast2-zm13-20240829.xml</w:t>
      </w:r>
    </w:p>
    <w:p w14:paraId="7FBF30CE" w14:textId="77777777" w:rsidR="00564753" w:rsidRPr="004F2BEF" w:rsidRDefault="00564753" w:rsidP="005647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F2BEF">
        <w:rPr>
          <w:rFonts w:eastAsia="Calibri" w:cs="Times New Roman"/>
          <w:lang w:eastAsia="cs-CZ"/>
        </w:rPr>
        <w:t>XLS_Ceska-Trebova-cast1-zm13-20240829.xlsx</w:t>
      </w:r>
    </w:p>
    <w:p w14:paraId="64C04200" w14:textId="77777777" w:rsidR="00564753" w:rsidRPr="00564753" w:rsidRDefault="00564753" w:rsidP="005647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F2BEF">
        <w:rPr>
          <w:rFonts w:eastAsia="Calibri" w:cs="Times New Roman"/>
          <w:lang w:eastAsia="cs-CZ"/>
        </w:rPr>
        <w:t>XLS_Ceska-Trebova-cast2-zm13-20240829.xlsx</w:t>
      </w:r>
    </w:p>
    <w:p w14:paraId="58642951" w14:textId="77777777" w:rsidR="00564753" w:rsidRPr="00BD5319" w:rsidRDefault="0056475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3B496790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F2BEF">
        <w:rPr>
          <w:rFonts w:eastAsia="Calibri" w:cs="Times New Roman"/>
          <w:lang w:eastAsia="cs-CZ"/>
        </w:rPr>
        <w:t>V Praze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29F17AB4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FFD13FF" w14:textId="77777777" w:rsidR="004F2BEF" w:rsidRDefault="004F2BEF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4F2BEF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4F2BEF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4F2BEF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4F2BEF">
        <w:rPr>
          <w:rFonts w:ascii="Verdana" w:hAnsi="Verdana" w:cs="Verdana"/>
        </w:rPr>
        <w:t>ředitel odboru investičního</w:t>
      </w:r>
    </w:p>
    <w:p w14:paraId="50A8C07C" w14:textId="77777777" w:rsidR="00664163" w:rsidRPr="004F2BEF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4F2BEF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4F2BEF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sectPr w:rsidR="00FC4B86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6F80B" w14:textId="77777777" w:rsidR="00E47CA8" w:rsidRDefault="00E47CA8" w:rsidP="00962258">
      <w:pPr>
        <w:spacing w:after="0" w:line="240" w:lineRule="auto"/>
      </w:pPr>
      <w:r>
        <w:separator/>
      </w:r>
    </w:p>
  </w:endnote>
  <w:endnote w:type="continuationSeparator" w:id="0">
    <w:p w14:paraId="5B704515" w14:textId="77777777" w:rsidR="00E47CA8" w:rsidRDefault="00E47C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1762FE" w:rsidRPr="00B8518B" w:rsidRDefault="001762F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76C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76C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1762FE" w:rsidRDefault="001762F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1762FE" w:rsidRDefault="001762FE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1762FE" w:rsidRDefault="001762FE" w:rsidP="00D831A3">
          <w:pPr>
            <w:pStyle w:val="Zpat"/>
          </w:pPr>
        </w:p>
      </w:tc>
    </w:tr>
  </w:tbl>
  <w:p w14:paraId="4B4C89F7" w14:textId="77777777" w:rsidR="001762FE" w:rsidRPr="00B8518B" w:rsidRDefault="001762F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1762FE" w:rsidRPr="00B8518B" w:rsidRDefault="001762F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76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76C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1762FE" w:rsidRDefault="001762FE" w:rsidP="001762FE">
          <w:pPr>
            <w:pStyle w:val="Zpat"/>
          </w:pPr>
          <w:r>
            <w:t>Správa železnic, státní organizace</w:t>
          </w:r>
        </w:p>
        <w:p w14:paraId="18A64E1B" w14:textId="77777777" w:rsidR="001762FE" w:rsidRDefault="001762FE" w:rsidP="001762F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1762FE" w:rsidRDefault="001762FE" w:rsidP="001762FE">
          <w:pPr>
            <w:pStyle w:val="Zpat"/>
          </w:pPr>
          <w:r>
            <w:t>Sídlo: Dlážděná 1003/7, 110 00 Praha 1</w:t>
          </w:r>
        </w:p>
        <w:p w14:paraId="447ED75A" w14:textId="77777777" w:rsidR="001762FE" w:rsidRDefault="001762FE" w:rsidP="001762FE">
          <w:pPr>
            <w:pStyle w:val="Zpat"/>
          </w:pPr>
          <w:r>
            <w:t>IČO: 709 94 234 DIČ: CZ 709 94 234</w:t>
          </w:r>
        </w:p>
        <w:p w14:paraId="51186120" w14:textId="77777777" w:rsidR="001762FE" w:rsidRDefault="001762FE" w:rsidP="001762F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1762FE" w:rsidRDefault="001762FE" w:rsidP="001762FE">
          <w:pPr>
            <w:pStyle w:val="Zpat"/>
          </w:pPr>
        </w:p>
      </w:tc>
    </w:tr>
  </w:tbl>
  <w:p w14:paraId="50E20CCC" w14:textId="77777777" w:rsidR="001762FE" w:rsidRPr="00B8518B" w:rsidRDefault="001762F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1762FE" w:rsidRPr="00460660" w:rsidRDefault="001762F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DB93D4" w14:textId="77777777" w:rsidR="00E47CA8" w:rsidRDefault="00E47CA8" w:rsidP="00962258">
      <w:pPr>
        <w:spacing w:after="0" w:line="240" w:lineRule="auto"/>
      </w:pPr>
      <w:r>
        <w:separator/>
      </w:r>
    </w:p>
  </w:footnote>
  <w:footnote w:type="continuationSeparator" w:id="0">
    <w:p w14:paraId="26EEB8D1" w14:textId="77777777" w:rsidR="00E47CA8" w:rsidRDefault="00E47C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1762FE" w:rsidRPr="00B8518B" w:rsidRDefault="001762F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1762FE" w:rsidRDefault="001762F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1762FE" w:rsidRPr="00D6163D" w:rsidRDefault="001762FE" w:rsidP="00D6163D">
          <w:pPr>
            <w:pStyle w:val="Druhdokumentu"/>
          </w:pPr>
        </w:p>
      </w:tc>
    </w:tr>
  </w:tbl>
  <w:p w14:paraId="755AA0FB" w14:textId="77777777" w:rsidR="001762FE" w:rsidRPr="00D6163D" w:rsidRDefault="001762F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1762FE" w:rsidRPr="00B8518B" w:rsidRDefault="001762F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1762FE" w:rsidRPr="00D6163D" w:rsidRDefault="001762FE" w:rsidP="00FC6389">
          <w:pPr>
            <w:pStyle w:val="Druhdokumentu"/>
          </w:pPr>
        </w:p>
      </w:tc>
    </w:tr>
    <w:tr w:rsidR="001762FE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1762FE" w:rsidRPr="00B8518B" w:rsidRDefault="001762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1762FE" w:rsidRDefault="001762FE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1762FE" w:rsidRPr="00D6163D" w:rsidRDefault="001762F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1762FE" w:rsidRPr="00460660" w:rsidRDefault="001762F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60434B"/>
    <w:multiLevelType w:val="hybridMultilevel"/>
    <w:tmpl w:val="484617DC"/>
    <w:lvl w:ilvl="0" w:tplc="DC1A52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3F480A"/>
    <w:multiLevelType w:val="hybridMultilevel"/>
    <w:tmpl w:val="17C64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E7309"/>
    <w:multiLevelType w:val="hybridMultilevel"/>
    <w:tmpl w:val="CEA632F8"/>
    <w:lvl w:ilvl="0" w:tplc="E34A515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4E4F7185"/>
    <w:multiLevelType w:val="hybridMultilevel"/>
    <w:tmpl w:val="8DA0BB20"/>
    <w:lvl w:ilvl="0" w:tplc="592C6C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FA16D9"/>
    <w:multiLevelType w:val="hybridMultilevel"/>
    <w:tmpl w:val="4D9A8B9C"/>
    <w:lvl w:ilvl="0" w:tplc="134CC522">
      <w:start w:val="2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6"/>
  </w:num>
  <w:num w:numId="4">
    <w:abstractNumId w:val="11"/>
  </w:num>
  <w:num w:numId="5">
    <w:abstractNumId w:val="0"/>
  </w:num>
  <w:num w:numId="6">
    <w:abstractNumId w:val="8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  <w:num w:numId="11">
    <w:abstractNumId w:val="5"/>
  </w:num>
  <w:num w:numId="1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60C6D"/>
    <w:rsid w:val="00072C1E"/>
    <w:rsid w:val="000B3A82"/>
    <w:rsid w:val="000B6C7E"/>
    <w:rsid w:val="000B7907"/>
    <w:rsid w:val="000C0429"/>
    <w:rsid w:val="000C45E8"/>
    <w:rsid w:val="000E04AD"/>
    <w:rsid w:val="00114472"/>
    <w:rsid w:val="00126E93"/>
    <w:rsid w:val="00170EC5"/>
    <w:rsid w:val="001747C1"/>
    <w:rsid w:val="001762FE"/>
    <w:rsid w:val="0018596A"/>
    <w:rsid w:val="001B69C2"/>
    <w:rsid w:val="001C4DA0"/>
    <w:rsid w:val="00207DF5"/>
    <w:rsid w:val="00267369"/>
    <w:rsid w:val="0026785D"/>
    <w:rsid w:val="0027712A"/>
    <w:rsid w:val="00296D39"/>
    <w:rsid w:val="002A59FE"/>
    <w:rsid w:val="002C31BF"/>
    <w:rsid w:val="002E0CD7"/>
    <w:rsid w:val="002F026B"/>
    <w:rsid w:val="00335122"/>
    <w:rsid w:val="00357BC6"/>
    <w:rsid w:val="0037111D"/>
    <w:rsid w:val="003756B9"/>
    <w:rsid w:val="003956C6"/>
    <w:rsid w:val="003B26A4"/>
    <w:rsid w:val="003B35C8"/>
    <w:rsid w:val="003E05B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0C6D"/>
    <w:rsid w:val="00486107"/>
    <w:rsid w:val="00491827"/>
    <w:rsid w:val="004926B0"/>
    <w:rsid w:val="004A0F75"/>
    <w:rsid w:val="004A7C69"/>
    <w:rsid w:val="004C4399"/>
    <w:rsid w:val="004C69ED"/>
    <w:rsid w:val="004C787C"/>
    <w:rsid w:val="004F2BEF"/>
    <w:rsid w:val="004F4B9B"/>
    <w:rsid w:val="00501654"/>
    <w:rsid w:val="005043B3"/>
    <w:rsid w:val="00511AB9"/>
    <w:rsid w:val="00523EA7"/>
    <w:rsid w:val="00542527"/>
    <w:rsid w:val="00551D1F"/>
    <w:rsid w:val="00553375"/>
    <w:rsid w:val="005644EF"/>
    <w:rsid w:val="00564753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E6916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3575"/>
    <w:rsid w:val="0077673A"/>
    <w:rsid w:val="007846E1"/>
    <w:rsid w:val="007B570C"/>
    <w:rsid w:val="007C4F87"/>
    <w:rsid w:val="007E4A6E"/>
    <w:rsid w:val="007F56A7"/>
    <w:rsid w:val="007F626E"/>
    <w:rsid w:val="00806177"/>
    <w:rsid w:val="00807DD0"/>
    <w:rsid w:val="00813F11"/>
    <w:rsid w:val="008841FB"/>
    <w:rsid w:val="0088472C"/>
    <w:rsid w:val="00891334"/>
    <w:rsid w:val="008A3568"/>
    <w:rsid w:val="008D03B9"/>
    <w:rsid w:val="008F18D6"/>
    <w:rsid w:val="008F1A49"/>
    <w:rsid w:val="00904780"/>
    <w:rsid w:val="009113A8"/>
    <w:rsid w:val="009172D5"/>
    <w:rsid w:val="00922385"/>
    <w:rsid w:val="009223DF"/>
    <w:rsid w:val="00930AF5"/>
    <w:rsid w:val="00936091"/>
    <w:rsid w:val="00940D8A"/>
    <w:rsid w:val="00953B2A"/>
    <w:rsid w:val="00962258"/>
    <w:rsid w:val="009678B7"/>
    <w:rsid w:val="00974FFA"/>
    <w:rsid w:val="009809EA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02302"/>
    <w:rsid w:val="00A0337D"/>
    <w:rsid w:val="00A136D7"/>
    <w:rsid w:val="00A44328"/>
    <w:rsid w:val="00A53A5A"/>
    <w:rsid w:val="00A6177B"/>
    <w:rsid w:val="00A66136"/>
    <w:rsid w:val="00AA4CBB"/>
    <w:rsid w:val="00AA65FA"/>
    <w:rsid w:val="00AA7351"/>
    <w:rsid w:val="00AB4033"/>
    <w:rsid w:val="00AC5A0F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A66DF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476CF"/>
    <w:rsid w:val="00C727E5"/>
    <w:rsid w:val="00C8207D"/>
    <w:rsid w:val="00CB7B5A"/>
    <w:rsid w:val="00CC1E2B"/>
    <w:rsid w:val="00CD1FC4"/>
    <w:rsid w:val="00CE060C"/>
    <w:rsid w:val="00CE0943"/>
    <w:rsid w:val="00CE371D"/>
    <w:rsid w:val="00CF2FA4"/>
    <w:rsid w:val="00D02A4D"/>
    <w:rsid w:val="00D21061"/>
    <w:rsid w:val="00D31450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422A4"/>
    <w:rsid w:val="00E47CA8"/>
    <w:rsid w:val="00E76BBF"/>
    <w:rsid w:val="00E824F1"/>
    <w:rsid w:val="00EB104F"/>
    <w:rsid w:val="00ED14BD"/>
    <w:rsid w:val="00F01440"/>
    <w:rsid w:val="00F12DEC"/>
    <w:rsid w:val="00F1715C"/>
    <w:rsid w:val="00F27DEF"/>
    <w:rsid w:val="00F310F8"/>
    <w:rsid w:val="00F31794"/>
    <w:rsid w:val="00F35939"/>
    <w:rsid w:val="00F45607"/>
    <w:rsid w:val="00F64786"/>
    <w:rsid w:val="00F659EB"/>
    <w:rsid w:val="00F804A7"/>
    <w:rsid w:val="00F853DC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76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B26A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3ABF036-AF47-4BE4-B9E3-B4684DD82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288</TotalTime>
  <Pages>3</Pages>
  <Words>792</Words>
  <Characters>4676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30</cp:revision>
  <cp:lastPrinted>2019-02-22T13:28:00Z</cp:lastPrinted>
  <dcterms:created xsi:type="dcterms:W3CDTF">2024-03-21T11:51:00Z</dcterms:created>
  <dcterms:modified xsi:type="dcterms:W3CDTF">2024-08-28T08:25:00Z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